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  <w:bookmarkStart w:id="0" w:name="_GoBack"/>
      <w:bookmarkEnd w:id="0"/>
    </w:p>
    <w:p w:rsidR="007977E2" w:rsidRPr="007977E2" w:rsidRDefault="007977E2" w:rsidP="007977E2">
      <w:pPr>
        <w:rPr>
          <w:rFonts w:ascii="Calibri" w:hAnsi="Calibri" w:cs="Calibri"/>
        </w:rPr>
      </w:pPr>
      <w:r w:rsidRPr="007977E2">
        <w:rPr>
          <w:rFonts w:ascii="Calibri" w:hAnsi="Calibri" w:cs="Calibri"/>
        </w:rPr>
        <w:t xml:space="preserve">w załączeniu przekazuję tabelę uwag do opisu założeń projektu informatycznego </w:t>
      </w:r>
    </w:p>
    <w:p w:rsidR="007977E2" w:rsidRDefault="007977E2" w:rsidP="007977E2">
      <w:pPr>
        <w:rPr>
          <w:rFonts w:ascii="Calibri" w:hAnsi="Calibri" w:cs="Calibri"/>
        </w:rPr>
      </w:pPr>
      <w:r w:rsidRPr="007977E2">
        <w:rPr>
          <w:rFonts w:ascii="Calibri" w:hAnsi="Calibri" w:cs="Calibri"/>
        </w:rPr>
        <w:t xml:space="preserve">pn. </w:t>
      </w:r>
      <w:r w:rsidR="00DF4B6C" w:rsidRPr="00DF4B6C">
        <w:rPr>
          <w:rFonts w:ascii="Calibri" w:hAnsi="Calibri" w:cs="Calibri"/>
          <w:b/>
        </w:rPr>
        <w:t>System Informatyczny Inspekcji Weterynaryjnej IW-SYSTEM</w:t>
      </w:r>
      <w:r w:rsidRPr="007977E2">
        <w:rPr>
          <w:rFonts w:ascii="Calibri" w:hAnsi="Calibri" w:cs="Calibri"/>
        </w:rPr>
        <w:t xml:space="preserve"> (wnioskodawca - </w:t>
      </w:r>
      <w:r w:rsidR="00DF4B6C" w:rsidRPr="00DF4B6C">
        <w:rPr>
          <w:rFonts w:ascii="Calibri" w:hAnsi="Calibri" w:cs="Calibri"/>
        </w:rPr>
        <w:t>Minister Rolnictwa i Rozwoju Wsi</w:t>
      </w:r>
      <w:r w:rsidRPr="007977E2">
        <w:rPr>
          <w:rFonts w:ascii="Calibri" w:hAnsi="Calibri" w:cs="Calibri"/>
        </w:rPr>
        <w:t xml:space="preserve">, beneficjent – </w:t>
      </w:r>
      <w:r w:rsidR="00DF4B6C" w:rsidRPr="00DF4B6C">
        <w:rPr>
          <w:rFonts w:ascii="Calibri" w:hAnsi="Calibri" w:cs="Calibri"/>
        </w:rPr>
        <w:t>Główny Inspektorat Weterynarii</w:t>
      </w:r>
      <w:r w:rsidRPr="007977E2">
        <w:rPr>
          <w:rFonts w:ascii="Calibri" w:hAnsi="Calibri" w:cs="Calibri"/>
        </w:rPr>
        <w:t>).</w:t>
      </w:r>
    </w:p>
    <w:p w:rsidR="007977E2" w:rsidRPr="007977E2" w:rsidRDefault="007977E2" w:rsidP="007977E2">
      <w:pPr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2A0" w:rsidRDefault="000D02A0">
      <w:r>
        <w:separator/>
      </w:r>
    </w:p>
  </w:endnote>
  <w:endnote w:type="continuationSeparator" w:id="0">
    <w:p w:rsidR="000D02A0" w:rsidRDefault="000D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2A0" w:rsidRDefault="000D02A0">
      <w:r>
        <w:separator/>
      </w:r>
    </w:p>
  </w:footnote>
  <w:footnote w:type="continuationSeparator" w:id="0">
    <w:p w:rsidR="000D02A0" w:rsidRDefault="000D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D25DA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DF4B6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AIP.WOKRM.0102.85</w:t>
                          </w:r>
                          <w:r w:rsidR="007977E2" w:rsidRPr="007977E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D25DA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DF4B6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AIP.WOKRM.0102.85</w:t>
                    </w:r>
                    <w:r w:rsidR="007977E2" w:rsidRPr="007977E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</w:t>
    </w:r>
    <w:r w:rsidR="00DF4B6C">
      <w:t xml:space="preserve"> 27</w:t>
    </w:r>
    <w:r w:rsidR="00D05212">
      <w:t xml:space="preserve"> stycznia 2021</w:t>
    </w:r>
    <w:r w:rsidR="007018D3">
      <w:t xml:space="preserve"> dnia </w:t>
    </w:r>
    <w:bookmarkStart w:id="1" w:name="ezdDataPodpisu"/>
    <w:bookmarkEnd w:id="1"/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02A0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86DBF"/>
    <w:rsid w:val="006A5C4D"/>
    <w:rsid w:val="006B6F70"/>
    <w:rsid w:val="007018D3"/>
    <w:rsid w:val="00705FD1"/>
    <w:rsid w:val="00741481"/>
    <w:rsid w:val="007977E2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DF4B6C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18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15</cp:revision>
  <dcterms:created xsi:type="dcterms:W3CDTF">2020-11-05T20:46:00Z</dcterms:created>
  <dcterms:modified xsi:type="dcterms:W3CDTF">2021-01-27T16:51:00Z</dcterms:modified>
</cp:coreProperties>
</file>